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340D40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52126">
              <w:rPr>
                <w:rFonts w:ascii="Times New Roman" w:hAnsi="Times New Roman" w:cs="Times New Roman"/>
                <w:sz w:val="24"/>
                <w:szCs w:val="24"/>
              </w:rPr>
              <w:t>Day 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0B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bookmarkStart w:id="0" w:name="_GoBack"/>
            <w:bookmarkEnd w:id="0"/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9A1589" w:rsidRDefault="00E5212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 Money, Base 10 Blocks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E5212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Ones, Tens, Hundreds, Place Value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9B621F" wp14:editId="0F100F9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32BC8A" wp14:editId="1377EC2D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340D4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AAC3F81" wp14:editId="3D0D2A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2FECE3" wp14:editId="729FA85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08FBD2" wp14:editId="5DB1A3B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E3A4FE" wp14:editId="723D4623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B8B0D1" wp14:editId="4F64155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CAFF" wp14:editId="13827B2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Your grandma is a mathematician so she is always trying to trick you.  She asks you if you want $351, $513, or $135.  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9A1589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>Task 1</w:t>
            </w:r>
          </w:p>
          <w:p w:rsidR="00D85633" w:rsidRPr="00E52126" w:rsidRDefault="009A1589" w:rsidP="00E52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students 3 number tiles and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create the largest and smallest number. 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circulates and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defend answers. 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chooses students to model in front of the class with both correct and incorrect answers.  Students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critique solutions of others.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 out play money and base 10 blocks.  Pairs of students model $175, $517, and $715.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using money and base 10 blocks.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numbers in order from least to greatest and greatest to least.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conversation about how students figured out their solutions.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guides students to the understanding that the largest place (hundreds) determines the greatest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>Complete activating strategy using materials of choice.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>Students share solutions to independent practice with partners and come to a consensus about the solution.  Students should be able to explain their thinking.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Order 4 or larger number</w:t>
            </w:r>
          </w:p>
        </w:tc>
        <w:tc>
          <w:tcPr>
            <w:tcW w:w="3672" w:type="dxa"/>
            <w:gridSpan w:val="3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Order 2 or smaller numbers</w:t>
            </w:r>
          </w:p>
        </w:tc>
        <w:tc>
          <w:tcPr>
            <w:tcW w:w="3672" w:type="dxa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orally or in writing; Have another student interpret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CE7680" w:rsidRDefault="00A3552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Solutions to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126" w:rsidRDefault="00E52126" w:rsidP="00D7779B">
      <w:pPr>
        <w:spacing w:after="0" w:line="240" w:lineRule="auto"/>
      </w:pPr>
      <w:r>
        <w:separator/>
      </w:r>
    </w:p>
  </w:endnote>
  <w:endnote w:type="continuationSeparator" w:id="0">
    <w:p w:rsidR="00E52126" w:rsidRDefault="00E5212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126" w:rsidRDefault="00E5212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126" w:rsidRDefault="00E52126" w:rsidP="00D7779B">
      <w:pPr>
        <w:spacing w:after="0" w:line="240" w:lineRule="auto"/>
      </w:pPr>
      <w:r>
        <w:separator/>
      </w:r>
    </w:p>
  </w:footnote>
  <w:footnote w:type="continuationSeparator" w:id="0">
    <w:p w:rsidR="00E52126" w:rsidRDefault="00E5212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B14C9"/>
    <w:rsid w:val="00224A5F"/>
    <w:rsid w:val="00274ACD"/>
    <w:rsid w:val="0028190D"/>
    <w:rsid w:val="00340D40"/>
    <w:rsid w:val="003D7D31"/>
    <w:rsid w:val="004B658C"/>
    <w:rsid w:val="0051657B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C92D93"/>
    <w:rsid w:val="00CB2DBC"/>
    <w:rsid w:val="00CD5617"/>
    <w:rsid w:val="00CE7680"/>
    <w:rsid w:val="00D7779B"/>
    <w:rsid w:val="00D85633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836848-D1AD-4A5D-A32B-847C59E5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2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2012-07-17T17:46:00Z</dcterms:created>
  <dcterms:modified xsi:type="dcterms:W3CDTF">2012-07-18T13:49:00Z</dcterms:modified>
</cp:coreProperties>
</file>